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2036EF34" w:rsidR="0020639C" w:rsidRPr="00F86A6E" w:rsidRDefault="00CA5EF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612E24"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A5EFE" w:rsidRPr="00A75548" w14:paraId="65EE0243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21550159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76D9BC26" wp14:editId="1A13E8A8">
                  <wp:extent cx="1082675" cy="2160270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6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5216F20" w14:textId="77777777" w:rsidR="00CA5EFE" w:rsidRDefault="00CA5EFE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8D12969" wp14:editId="5B2E5358">
                  <wp:extent cx="1383665" cy="2160270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6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EB0F683" w14:textId="77777777" w:rsidR="00CA5EFE" w:rsidRDefault="00CA5EFE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404BA2" wp14:editId="0CA25893">
                  <wp:extent cx="95250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0EB6A994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267F18B4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CA5EFE">
        <w:rPr>
          <w:rFonts w:ascii="Arial" w:hAnsi="Arial" w:cs="Arial"/>
          <w:lang w:val="fr-BE"/>
        </w:rPr>
        <w:t>9</w:t>
      </w:r>
      <w:r w:rsidR="008B3551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CA5EFE">
            <w:fldChar w:fldCharType="begin"/>
          </w:r>
          <w:r w:rsidR="00CA5EFE">
            <w:instrText xml:space="preserve"> NUMPAGES  \* Arabic  \* MERGEFORMAT </w:instrText>
          </w:r>
          <w:r w:rsidR="00CA5EFE">
            <w:fldChar w:fldCharType="separate"/>
          </w:r>
          <w:r w:rsidR="00AA3555">
            <w:rPr>
              <w:noProof/>
            </w:rPr>
            <w:t>2</w:t>
          </w:r>
          <w:r w:rsidR="00CA5EFE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452F0FF6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CA5EFE">
      <w:rPr>
        <w:rFonts w:ascii="Arial" w:hAnsi="Arial" w:cs="Arial"/>
        <w:b/>
        <w:bCs/>
        <w:lang w:val="fr-FR"/>
      </w:rPr>
      <w:t>9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 xml:space="preserve"> cm,</w:t>
    </w:r>
  </w:p>
  <w:p w14:paraId="5755C304" w14:textId="031514C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</w:t>
    </w:r>
    <w:r w:rsidR="00CA5EFE">
      <w:rPr>
        <w:rFonts w:ascii="Arial" w:hAnsi="Arial"/>
        <w:b/>
        <w:lang w:val="fr-FR"/>
      </w:rPr>
      <w:t>3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46E2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EF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a2313ea8-4521-49e8-b6bb-ca19bded6e88"/>
    <ds:schemaRef ds:uri="http://purl.org/dc/terms/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5F385C-A58A-49C4-9975-06FEC543301D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</cp:revision>
  <cp:lastPrinted>2012-01-13T10:23:00Z</cp:lastPrinted>
  <dcterms:created xsi:type="dcterms:W3CDTF">2023-12-05T13:27:00Z</dcterms:created>
  <dcterms:modified xsi:type="dcterms:W3CDTF">2023-12-05T13:28:00Z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